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9C54AE" w:rsidR="0085747A" w:rsidP="009C54AE" w:rsidRDefault="0085747A" w14:paraId="1CA6E9C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8E6EEB" w:rsidR="0085747A" w:rsidP="00EA4832" w:rsidRDefault="0071620A" w14:paraId="4A624CD5" w14:textId="4E7AEDDD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 w:rsidR="00DC6D0C">
        <w:rPr>
          <w:rFonts w:ascii="Corbel" w:hAnsi="Corbel"/>
          <w:i/>
          <w:smallCaps/>
          <w:sz w:val="24"/>
          <w:szCs w:val="24"/>
        </w:rPr>
        <w:t xml:space="preserve"> 202</w:t>
      </w:r>
      <w:r w:rsidR="005A5673">
        <w:rPr>
          <w:rFonts w:ascii="Corbel" w:hAnsi="Corbel"/>
          <w:i/>
          <w:smallCaps/>
          <w:sz w:val="24"/>
          <w:szCs w:val="24"/>
        </w:rPr>
        <w:t>2</w:t>
      </w:r>
      <w:r w:rsidRPr="008E6EEB" w:rsidR="00DC6D0C">
        <w:rPr>
          <w:rFonts w:ascii="Corbel" w:hAnsi="Corbel"/>
          <w:i/>
          <w:smallCaps/>
          <w:sz w:val="24"/>
          <w:szCs w:val="24"/>
        </w:rPr>
        <w:t>-202</w:t>
      </w:r>
      <w:r w:rsidR="005A5673">
        <w:rPr>
          <w:rFonts w:ascii="Corbel" w:hAnsi="Corbel"/>
          <w:i/>
          <w:smallCaps/>
          <w:sz w:val="24"/>
          <w:szCs w:val="24"/>
        </w:rPr>
        <w:t>5</w:t>
      </w:r>
    </w:p>
    <w:p w:rsidRPr="00EA4832" w:rsidR="00445970" w:rsidP="00F34AB0" w:rsidRDefault="00445970" w14:paraId="4B8A6268" w14:textId="7E6861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5A5673">
        <w:rPr>
          <w:rFonts w:ascii="Corbel" w:hAnsi="Corbel"/>
          <w:sz w:val="20"/>
          <w:szCs w:val="20"/>
        </w:rPr>
        <w:t>4</w:t>
      </w:r>
      <w:r w:rsidR="00F34AB0">
        <w:rPr>
          <w:rFonts w:ascii="Corbel" w:hAnsi="Corbel"/>
          <w:sz w:val="20"/>
          <w:szCs w:val="20"/>
        </w:rPr>
        <w:t>/202</w:t>
      </w:r>
      <w:r w:rsidR="005A5673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16EE00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3A3999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266B46A" w14:textId="77777777">
        <w:tc>
          <w:tcPr>
            <w:tcW w:w="2694" w:type="dxa"/>
            <w:vAlign w:val="center"/>
          </w:tcPr>
          <w:p w:rsidRPr="009C54AE" w:rsidR="0085747A" w:rsidP="009C54AE" w:rsidRDefault="00C05F44" w14:paraId="764718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E6EEB" w14:paraId="2083FBFC" w14:textId="3CD567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 xml:space="preserve">planowania i </w:t>
            </w:r>
            <w:r w:rsidRPr="00274631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</w:p>
        </w:tc>
      </w:tr>
      <w:tr w:rsidRPr="009C54AE" w:rsidR="0085747A" w:rsidTr="00B819C8" w14:paraId="2C1167A7" w14:textId="77777777">
        <w:tc>
          <w:tcPr>
            <w:tcW w:w="2694" w:type="dxa"/>
            <w:vAlign w:val="center"/>
          </w:tcPr>
          <w:p w:rsidRPr="008E6EEB" w:rsidR="0085747A" w:rsidP="009C54AE" w:rsidRDefault="00C05F44" w14:paraId="3923ED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Pr="008E6EEB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E6EEB" w:rsidR="0085747A" w:rsidP="009C54AE" w:rsidRDefault="0096007C" w14:paraId="3248C098" w14:textId="356956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E/I/GFiR/C.</w:t>
            </w:r>
            <w:r w:rsidR="005A5673">
              <w:rPr>
                <w:rFonts w:ascii="Calibri" w:hAnsi="Calibri"/>
                <w:b w:val="0"/>
                <w:color w:val="auto"/>
                <w:sz w:val="24"/>
                <w:szCs w:val="24"/>
              </w:rPr>
              <w:t>8</w:t>
            </w:r>
          </w:p>
        </w:tc>
      </w:tr>
      <w:tr w:rsidRPr="009C54AE" w:rsidR="0085747A" w:rsidTr="00B819C8" w14:paraId="1BF06ABD" w14:textId="77777777">
        <w:tc>
          <w:tcPr>
            <w:tcW w:w="2694" w:type="dxa"/>
            <w:vAlign w:val="center"/>
          </w:tcPr>
          <w:p w:rsidRPr="009C54AE" w:rsidR="0085747A" w:rsidP="00EA4832" w:rsidRDefault="0017512A" w14:paraId="32C242B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F34AB0" w:rsidR="0085747A" w:rsidP="009C54AE" w:rsidRDefault="0017512A" w14:paraId="61873B0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484EC074" w14:textId="77777777">
        <w:tc>
          <w:tcPr>
            <w:tcW w:w="2694" w:type="dxa"/>
            <w:vAlign w:val="center"/>
          </w:tcPr>
          <w:p w:rsidRPr="009C54AE" w:rsidR="0085747A" w:rsidP="009C54AE" w:rsidRDefault="0085747A" w14:paraId="713B9D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F34AB0" w:rsidR="0085747A" w:rsidP="009C54AE" w:rsidRDefault="00D473AA" w14:paraId="1712D3A9" w14:textId="3B154E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2C478B3E" w14:textId="77777777">
        <w:tc>
          <w:tcPr>
            <w:tcW w:w="2694" w:type="dxa"/>
            <w:vAlign w:val="center"/>
          </w:tcPr>
          <w:p w:rsidRPr="009C54AE" w:rsidR="0085747A" w:rsidP="009C54AE" w:rsidRDefault="0085747A" w14:paraId="1039F5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F34AB0" w:rsidR="0085747A" w:rsidP="009C54AE" w:rsidRDefault="008E6EEB" w14:paraId="1A9048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6DBC5953" w14:textId="77777777">
        <w:tc>
          <w:tcPr>
            <w:tcW w:w="2694" w:type="dxa"/>
            <w:vAlign w:val="center"/>
          </w:tcPr>
          <w:p w:rsidRPr="009C54AE" w:rsidR="0085747A" w:rsidP="009C54AE" w:rsidRDefault="00DE4A14" w14:paraId="4FB59E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F34AB0" w:rsidR="0085747A" w:rsidP="008E6EEB" w:rsidRDefault="008E6EEB" w14:paraId="05858141" w14:textId="0696AC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7788B889" w14:textId="77777777">
        <w:tc>
          <w:tcPr>
            <w:tcW w:w="2694" w:type="dxa"/>
            <w:vAlign w:val="center"/>
          </w:tcPr>
          <w:p w:rsidRPr="009C54AE" w:rsidR="0085747A" w:rsidP="009C54AE" w:rsidRDefault="0085747A" w14:paraId="6DBBC6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F34AB0" w:rsidR="0085747A" w:rsidP="009C54AE" w:rsidRDefault="0017512A" w14:paraId="57BFE3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6A16FF9A" w14:textId="77777777">
        <w:tc>
          <w:tcPr>
            <w:tcW w:w="2694" w:type="dxa"/>
            <w:vAlign w:val="center"/>
          </w:tcPr>
          <w:p w:rsidRPr="009C54AE" w:rsidR="0085747A" w:rsidP="009C54AE" w:rsidRDefault="0085747A" w14:paraId="531C61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8E6EEB" w:rsidRDefault="008E6EEB" w14:paraId="02DCC24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2B3DD469" w14:textId="77777777">
        <w:tc>
          <w:tcPr>
            <w:tcW w:w="2694" w:type="dxa"/>
            <w:vAlign w:val="center"/>
          </w:tcPr>
          <w:p w:rsidRPr="009C54AE" w:rsidR="0085747A" w:rsidP="009C54AE" w:rsidRDefault="0085747A" w14:paraId="0F58AB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A260D0" w:rsidRDefault="00A260D0" w14:paraId="57C7E8E1" w14:textId="19E81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00B819C8" w14:paraId="61C87D80" w14:textId="77777777">
        <w:tc>
          <w:tcPr>
            <w:tcW w:w="2694" w:type="dxa"/>
            <w:vAlign w:val="center"/>
          </w:tcPr>
          <w:p w:rsidRPr="009C54AE" w:rsidR="0085747A" w:rsidP="009C54AE" w:rsidRDefault="0085747A" w14:paraId="7E0A7D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6007C" w:rsidRDefault="0096007C" w14:paraId="73781B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0B819C8" w14:paraId="613826EE" w14:textId="77777777">
        <w:tc>
          <w:tcPr>
            <w:tcW w:w="2694" w:type="dxa"/>
            <w:vAlign w:val="center"/>
          </w:tcPr>
          <w:p w:rsidRPr="009C54AE" w:rsidR="00923D7D" w:rsidP="009C54AE" w:rsidRDefault="00923D7D" w14:paraId="638370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A260D0" w14:paraId="4471EA59" w14:textId="4E77A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00B819C8" w14:paraId="1F05980C" w14:textId="77777777">
        <w:tc>
          <w:tcPr>
            <w:tcW w:w="2694" w:type="dxa"/>
            <w:vAlign w:val="center"/>
          </w:tcPr>
          <w:p w:rsidRPr="009C54AE" w:rsidR="0085747A" w:rsidP="009C54AE" w:rsidRDefault="0085747A" w14:paraId="423A6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6007C" w14:paraId="559061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Pr="009C54AE" w:rsidR="0085747A" w:rsidTr="00B819C8" w14:paraId="55C7175F" w14:textId="77777777">
        <w:tc>
          <w:tcPr>
            <w:tcW w:w="2694" w:type="dxa"/>
            <w:vAlign w:val="center"/>
          </w:tcPr>
          <w:p w:rsidRPr="009C54AE" w:rsidR="0085747A" w:rsidP="009C54AE" w:rsidRDefault="0085747A" w14:paraId="34A6C7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6007C" w14:paraId="7D3783C5" w14:textId="169D2E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>, dr Jolanta Zawora</w:t>
            </w:r>
          </w:p>
        </w:tc>
      </w:tr>
    </w:tbl>
    <w:p w:rsidRPr="009C54AE" w:rsidR="0085747A" w:rsidP="009C54AE" w:rsidRDefault="0085747A" w14:paraId="51D88CA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04B98EB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5DA5CC3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96007C" w14:paraId="7E56F36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C9929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AD489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9EC2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96F7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194FF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C149A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8471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D12C8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A822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152C4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F3B3B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96007C" w14:paraId="7DA531F1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6007C" w14:paraId="68C429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F0D5C" w14:paraId="4871776B" w14:textId="0509FD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FF14CB" w14:textId="2641F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BCD90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F2252" w14:paraId="082105C9" w14:textId="4B0484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E7B8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58BAD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8704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8C97C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F0D5C" w14:paraId="44BF657C" w14:textId="54AA5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4579D9F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EABDCD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24393C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84115" w:rsidR="00A270C4" w:rsidP="00A270C4" w:rsidRDefault="00A270C4" w14:paraId="669099A5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984115">
        <w:rPr>
          <w:rStyle w:val="normaltextrun"/>
          <w:rFonts w:ascii="Wingdings" w:hAnsi="Wingdings" w:eastAsia="Wingdings" w:cs="Wingdings"/>
        </w:rPr>
        <w:t>þ</w:t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r w:rsidRPr="00984115">
        <w:rPr>
          <w:rStyle w:val="spellingerror"/>
          <w:rFonts w:ascii="Corbel" w:hAnsi="Corbel"/>
        </w:rPr>
        <w:t>Teams)</w:t>
      </w:r>
      <w:r w:rsidRPr="00984115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A270C4" w:rsidP="00A270C4" w:rsidRDefault="00A270C4" w14:paraId="54632CE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518125C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29385E1" w14:textId="106376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6007C" w:rsidRDefault="000B01A2" w14:paraId="5083FE3A" w14:textId="4BD6322B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72BCC9B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F9358B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E64AC48" w14:textId="77777777">
        <w:tc>
          <w:tcPr>
            <w:tcW w:w="9670" w:type="dxa"/>
          </w:tcPr>
          <w:p w:rsidRPr="009C54AE" w:rsidR="0085747A" w:rsidP="009C54AE" w:rsidRDefault="0096007C" w14:paraId="62BFE37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:rsidRPr="009C54AE" w:rsidR="0085747A" w:rsidP="009C54AE" w:rsidRDefault="0085747A" w14:paraId="7686046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473202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48A3EC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6974E9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5AF62E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471320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1F14FD" w:rsidTr="001F14FD" w14:paraId="4D0DA6EE" w14:textId="77777777">
        <w:tc>
          <w:tcPr>
            <w:tcW w:w="845" w:type="dxa"/>
            <w:vAlign w:val="center"/>
          </w:tcPr>
          <w:p w:rsidRPr="009C54AE" w:rsidR="001F14FD" w:rsidP="006E7021" w:rsidRDefault="001F14FD" w14:paraId="0598D35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1F14FD" w:rsidP="006E7021" w:rsidRDefault="001F14FD" w14:paraId="52EF9AA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1F14FD" w:rsidTr="001F14FD" w14:paraId="7B2516FB" w14:textId="77777777">
        <w:tc>
          <w:tcPr>
            <w:tcW w:w="845" w:type="dxa"/>
            <w:vAlign w:val="center"/>
          </w:tcPr>
          <w:p w:rsidRPr="005552FC" w:rsidR="001F14FD" w:rsidP="006E7021" w:rsidRDefault="001F14FD" w14:paraId="1FC9C84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1F14FD" w:rsidP="006E7021" w:rsidRDefault="001F14FD" w14:paraId="1B1476F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1F14FD" w:rsidTr="001F14FD" w14:paraId="1978EC92" w14:textId="77777777">
        <w:tc>
          <w:tcPr>
            <w:tcW w:w="845" w:type="dxa"/>
            <w:vAlign w:val="center"/>
          </w:tcPr>
          <w:p w:rsidRPr="005552FC" w:rsidR="001F14FD" w:rsidP="006E7021" w:rsidRDefault="001F14FD" w14:paraId="58EF83E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9C54AE" w:rsidR="001F14FD" w:rsidP="006E7021" w:rsidRDefault="001F14FD" w14:paraId="77A53F4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1F14FD" w:rsidTr="001F14FD" w14:paraId="4E5C3876" w14:textId="77777777">
        <w:tc>
          <w:tcPr>
            <w:tcW w:w="845" w:type="dxa"/>
            <w:vAlign w:val="center"/>
          </w:tcPr>
          <w:p w:rsidR="001F14FD" w:rsidP="006E7021" w:rsidRDefault="001F14FD" w14:paraId="4F18610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1F14FD" w:rsidP="006E7021" w:rsidRDefault="001F14FD" w14:paraId="754E0D2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2EEDAD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04F1B8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55DF588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Pr="004D2A8F" w:rsidR="00491842" w:rsidTr="2F1F3454" w14:paraId="45735DBF" w14:textId="77777777">
        <w:tc>
          <w:tcPr>
            <w:tcW w:w="1681" w:type="dxa"/>
            <w:vAlign w:val="center"/>
          </w:tcPr>
          <w:p w:rsidRPr="009C54AE" w:rsidR="00491842" w:rsidP="00491842" w:rsidRDefault="00491842" w14:paraId="745397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:rsidRPr="009C54AE" w:rsidR="00491842" w:rsidP="00491842" w:rsidRDefault="00491842" w14:paraId="45E0F6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:rsidRPr="009C54AE" w:rsidR="00491842" w:rsidP="00491842" w:rsidRDefault="00491842" w14:paraId="626485F1" w14:textId="337CD1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4D2A8F" w:rsidR="00491842" w:rsidTr="2F1F3454" w14:paraId="609CB9B3" w14:textId="77777777">
        <w:tc>
          <w:tcPr>
            <w:tcW w:w="1681" w:type="dxa"/>
          </w:tcPr>
          <w:p w:rsidRPr="00136301" w:rsidR="00491842" w:rsidP="00491842" w:rsidRDefault="00491842" w14:paraId="75E031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:rsidRPr="00136301" w:rsidR="00491842" w:rsidP="00491842" w:rsidRDefault="00491842" w14:paraId="34CA1A3B" w14:textId="018B78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:rsidRPr="00136301" w:rsidR="00491842" w:rsidP="00491842" w:rsidRDefault="00491842" w14:paraId="485D0F7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:rsidRPr="00136301" w:rsidR="00491842" w:rsidP="00491842" w:rsidRDefault="00491842" w14:paraId="3528283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Pr="00136301" w:rsidR="00AD666B" w:rsidTr="2F1F3454" w14:paraId="7603E5D8" w14:textId="77777777">
        <w:tc>
          <w:tcPr>
            <w:tcW w:w="1681" w:type="dxa"/>
          </w:tcPr>
          <w:p w:rsidRPr="00136301" w:rsidR="00AD666B" w:rsidP="00AD666B" w:rsidRDefault="00AD666B" w14:paraId="778CE6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:rsidRPr="00136301" w:rsidR="00AD666B" w:rsidP="00AD666B" w:rsidRDefault="002F6B4F" w14:paraId="73712B6E" w14:textId="30169C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 i o</w:t>
            </w:r>
            <w:r w:rsidRPr="2F1F3454" w:rsidR="00AD666B">
              <w:rPr>
                <w:rFonts w:ascii="Corbel" w:hAnsi="Corbel"/>
                <w:sz w:val="24"/>
                <w:szCs w:val="24"/>
              </w:rPr>
              <w:t xml:space="preserve">cenia efektywność inwestowania stosując poznane metody. </w:t>
            </w:r>
          </w:p>
        </w:tc>
        <w:tc>
          <w:tcPr>
            <w:tcW w:w="1836" w:type="dxa"/>
          </w:tcPr>
          <w:p w:rsidRPr="00136301" w:rsidR="00AD666B" w:rsidP="00AD666B" w:rsidRDefault="00AD666B" w14:paraId="579C059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:rsidR="00AD666B" w:rsidP="00AD666B" w:rsidRDefault="00AD666B" w14:paraId="178F114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:rsidRPr="00136301" w:rsidR="00AD666B" w:rsidP="00AD666B" w:rsidRDefault="00AD666B" w14:paraId="50F58533" w14:textId="76958D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:rsidTr="2F1F3454" w14:paraId="3EA523AD" w14:textId="77777777">
        <w:tc>
          <w:tcPr>
            <w:tcW w:w="1681" w:type="dxa"/>
          </w:tcPr>
          <w:p w:rsidR="2AFF8B08" w:rsidP="2F1F3454" w:rsidRDefault="2AFF8B08" w14:paraId="0769E87F" w14:textId="10A743C1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:rsidR="7CEE6307" w:rsidP="2F1F3454" w:rsidRDefault="7CEE6307" w14:paraId="5B0D1F88" w14:textId="1652F2CA">
            <w:pPr>
              <w:spacing w:line="240" w:lineRule="auto"/>
              <w:jc w:val="both"/>
            </w:pPr>
            <w:r w:rsidRPr="2F1F3454">
              <w:rPr>
                <w:rFonts w:ascii="Corbel" w:hAnsi="Corbel" w:eastAsia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:rsidR="7CEE6307" w:rsidP="2F1F3454" w:rsidRDefault="7CEE6307" w14:paraId="0A09F8B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:rsidR="7CEE6307" w:rsidP="2F1F3454" w:rsidRDefault="7CEE6307" w14:paraId="76B0EF3C" w14:textId="339C7A7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:rsidR="7CEE6307" w:rsidP="2F1F3454" w:rsidRDefault="7CEE6307" w14:paraId="27DCAC1C" w14:textId="44A3B67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Pr="004D2A8F" w:rsidR="00AD666B" w:rsidTr="2F1F3454" w14:paraId="38178580" w14:textId="77777777">
        <w:tc>
          <w:tcPr>
            <w:tcW w:w="1681" w:type="dxa"/>
          </w:tcPr>
          <w:p w:rsidRPr="00136301" w:rsidR="00AD666B" w:rsidP="00AD666B" w:rsidRDefault="00AD666B" w14:paraId="0E957407" w14:textId="3336B592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:rsidRPr="00FB1AF4" w:rsidR="00AD666B" w:rsidP="00AD666B" w:rsidRDefault="00AD666B" w14:paraId="1690DB0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:rsidRPr="00204CE8" w:rsidR="00AD666B" w:rsidP="00AD666B" w:rsidRDefault="00AD666B" w14:paraId="4E2F750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:rsidRPr="00204CE8" w:rsidR="00AD666B" w:rsidP="00AD666B" w:rsidRDefault="00AD666B" w14:paraId="0DA8A2E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:rsidRPr="00FB1AF4" w:rsidR="00AD666B" w:rsidP="00AD666B" w:rsidRDefault="00AD666B" w14:paraId="197EFF5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79695CD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A1C4A3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0A575E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22A55" w:rsidP="00F22A55" w:rsidRDefault="00F22A55" w14:paraId="5A4B413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F22A55" w:rsidP="00F22A55" w:rsidRDefault="00F22A55" w14:paraId="141177A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F22A55" w:rsidTr="00624228" w14:paraId="2C7708FA" w14:textId="77777777">
        <w:tc>
          <w:tcPr>
            <w:tcW w:w="9520" w:type="dxa"/>
          </w:tcPr>
          <w:p w:rsidRPr="009C54AE" w:rsidR="00F22A55" w:rsidP="00624228" w:rsidRDefault="00F22A55" w14:paraId="7D29177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22A55" w:rsidTr="00624228" w14:paraId="351DCEEA" w14:textId="77777777">
        <w:tc>
          <w:tcPr>
            <w:tcW w:w="9520" w:type="dxa"/>
          </w:tcPr>
          <w:p w:rsidRPr="009C54AE" w:rsidR="00F22A55" w:rsidP="00624228" w:rsidRDefault="00F22A55" w14:paraId="6DA02E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Pr="009C54AE" w:rsidR="00F22A55" w:rsidTr="00624228" w14:paraId="7EBA22EA" w14:textId="77777777">
        <w:tc>
          <w:tcPr>
            <w:tcW w:w="9520" w:type="dxa"/>
          </w:tcPr>
          <w:p w:rsidRPr="009C54AE" w:rsidR="00F22A55" w:rsidP="00624228" w:rsidRDefault="00F22A55" w14:paraId="5397B9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F22A55" w:rsidTr="00624228" w14:paraId="690A7472" w14:textId="77777777">
        <w:tc>
          <w:tcPr>
            <w:tcW w:w="9520" w:type="dxa"/>
          </w:tcPr>
          <w:p w:rsidRPr="009C54AE" w:rsidR="00F22A55" w:rsidP="00624228" w:rsidRDefault="00F22A55" w14:paraId="45DA76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 inwestycyjnego. Determinanty struktury kapitału.</w:t>
            </w:r>
          </w:p>
        </w:tc>
      </w:tr>
      <w:tr w:rsidRPr="009C54AE" w:rsidR="00F22A55" w:rsidTr="00624228" w14:paraId="26E42CC6" w14:textId="77777777">
        <w:tc>
          <w:tcPr>
            <w:tcW w:w="9520" w:type="dxa"/>
          </w:tcPr>
          <w:p w:rsidRPr="009C54AE" w:rsidR="00F22A55" w:rsidP="00624228" w:rsidRDefault="00F22A55" w14:paraId="51222B4E" w14:textId="0FD901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6093">
              <w:rPr>
                <w:rFonts w:ascii="Corbel" w:hAnsi="Corbel" w:eastAsia="Times New Roman"/>
                <w:sz w:val="24"/>
                <w:szCs w:val="24"/>
                <w:lang w:eastAsia="pl-PL"/>
              </w:rPr>
              <w:t>Ekonomiczna wartość dodana i rynkowa wartość dodana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 procesie </w:t>
            </w:r>
            <w:r w:rsidR="0084279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planowania i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oceny inwestycji.</w:t>
            </w:r>
          </w:p>
        </w:tc>
      </w:tr>
      <w:tr w:rsidRPr="009C54AE" w:rsidR="00F22A55" w:rsidTr="00624228" w14:paraId="1825F4F6" w14:textId="77777777">
        <w:tc>
          <w:tcPr>
            <w:tcW w:w="9520" w:type="dxa"/>
          </w:tcPr>
          <w:p w:rsidRPr="009C54AE" w:rsidR="00F22A55" w:rsidP="00AC41FB" w:rsidRDefault="00F22A55" w14:paraId="1A966E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F22A55" w:rsidTr="00624228" w14:paraId="5F736925" w14:textId="77777777">
        <w:tc>
          <w:tcPr>
            <w:tcW w:w="9520" w:type="dxa"/>
          </w:tcPr>
          <w:p w:rsidRPr="009C54AE" w:rsidR="00F22A55" w:rsidP="00AC41FB" w:rsidRDefault="00F22A55" w14:paraId="03333B37" w14:textId="3AD60C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 xml:space="preserve">Optymalny budżet inwestycyjny. Wykorzystanie </w:t>
            </w:r>
            <w:r>
              <w:rPr>
                <w:rFonts w:ascii="Corbel" w:hAnsi="Corbel"/>
                <w:sz w:val="24"/>
                <w:szCs w:val="24"/>
              </w:rPr>
              <w:t xml:space="preserve">średniego i krańcowego kosztu kapitału </w:t>
            </w:r>
            <w:r w:rsidR="00AC41FB">
              <w:rPr>
                <w:rFonts w:ascii="Corbel" w:hAnsi="Corbel"/>
                <w:sz w:val="24"/>
                <w:szCs w:val="24"/>
              </w:rPr>
              <w:t>w bud</w:t>
            </w:r>
            <w:r>
              <w:rPr>
                <w:rFonts w:ascii="Corbel" w:hAnsi="Corbel"/>
                <w:sz w:val="24"/>
                <w:szCs w:val="24"/>
              </w:rPr>
              <w:t xml:space="preserve">owie </w:t>
            </w:r>
            <w:r w:rsidRPr="005352AC">
              <w:rPr>
                <w:rFonts w:ascii="Corbel" w:hAnsi="Corbel"/>
                <w:sz w:val="24"/>
                <w:szCs w:val="24"/>
              </w:rPr>
              <w:t>optymalnego programu rozwoju przedsiębiorstwa.</w:t>
            </w:r>
          </w:p>
        </w:tc>
      </w:tr>
    </w:tbl>
    <w:p w:rsidRPr="009C54AE" w:rsidR="00F22A55" w:rsidP="00F22A55" w:rsidRDefault="00F22A55" w14:paraId="6995AB2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F22A55" w:rsidP="00F22A55" w:rsidRDefault="00F22A55" w14:paraId="2DD4BC0F" w14:textId="5455ED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laboratoryjnych</w:t>
      </w:r>
    </w:p>
    <w:p w:rsidRPr="009C54AE" w:rsidR="0085747A" w:rsidP="009C54AE" w:rsidRDefault="0085747A" w14:paraId="467633F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6"/>
      </w:tblGrid>
      <w:tr w:rsidRPr="009C54AE" w:rsidR="00680900" w:rsidTr="00D919DA" w14:paraId="7D56905E" w14:textId="77777777">
        <w:tc>
          <w:tcPr>
            <w:tcW w:w="9526" w:type="dxa"/>
          </w:tcPr>
          <w:p w:rsidRPr="009C54AE" w:rsidR="00680900" w:rsidP="00C065D7" w:rsidRDefault="00680900" w14:paraId="3FB4275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907F3" w:rsidR="00680900" w:rsidTr="00D919DA" w14:paraId="301BA17B" w14:textId="77777777">
        <w:tc>
          <w:tcPr>
            <w:tcW w:w="9526" w:type="dxa"/>
          </w:tcPr>
          <w:p w:rsidRPr="007907F3" w:rsidR="00680900" w:rsidP="00C065D7" w:rsidRDefault="00680900" w14:paraId="1B01D380" w14:textId="7777777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Pr="007907F3" w:rsidR="00680900" w:rsidTr="00D919DA" w14:paraId="600AED68" w14:textId="77777777">
        <w:tc>
          <w:tcPr>
            <w:tcW w:w="9526" w:type="dxa"/>
          </w:tcPr>
          <w:p w:rsidRPr="007907F3" w:rsidR="00680900" w:rsidP="00C065D7" w:rsidRDefault="00680900" w14:paraId="2F0EA634" w14:textId="7777777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Pr="007907F3" w:rsidR="00680900" w:rsidTr="00D919DA" w14:paraId="7E9ED275" w14:textId="77777777">
        <w:tc>
          <w:tcPr>
            <w:tcW w:w="9526" w:type="dxa"/>
          </w:tcPr>
          <w:p w:rsidRPr="007907F3" w:rsidR="00680900" w:rsidP="00C065D7" w:rsidRDefault="00680900" w14:paraId="1E42AACA" w14:textId="180DAA8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BC4">
              <w:rPr>
                <w:rFonts w:ascii="Corbel" w:hAnsi="Corbel"/>
                <w:sz w:val="24"/>
                <w:szCs w:val="24"/>
              </w:rPr>
              <w:t>metod statycznych i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dynamicznych.</w:t>
            </w:r>
          </w:p>
        </w:tc>
      </w:tr>
      <w:tr w:rsidRPr="007907F3" w:rsidR="00680900" w:rsidTr="00D919DA" w14:paraId="5731FB3E" w14:textId="77777777">
        <w:tc>
          <w:tcPr>
            <w:tcW w:w="9526" w:type="dxa"/>
          </w:tcPr>
          <w:p w:rsidRPr="007907F3" w:rsidR="00680900" w:rsidP="00C065D7" w:rsidRDefault="00680900" w14:paraId="2DFCD2DC" w14:textId="7777777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Pr="007907F3" w:rsidR="00D919DA" w:rsidTr="00D919DA" w14:paraId="5CC8CB6E" w14:textId="77777777">
        <w:tc>
          <w:tcPr>
            <w:tcW w:w="9526" w:type="dxa"/>
          </w:tcPr>
          <w:p w:rsidRPr="007907F3" w:rsidR="00D919DA" w:rsidP="00C065D7" w:rsidRDefault="00D919DA" w14:paraId="338051A4" w14:textId="7777777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907F3" w:rsidR="00680900" w:rsidTr="00D919DA" w14:paraId="5E9B4FC0" w14:textId="77777777">
        <w:tc>
          <w:tcPr>
            <w:tcW w:w="9526" w:type="dxa"/>
          </w:tcPr>
          <w:p w:rsidRPr="007907F3" w:rsidR="00680900" w:rsidP="00C065D7" w:rsidRDefault="00680900" w14:paraId="1E312669" w14:textId="7777777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Pr="007907F3" w:rsidR="00680900" w:rsidTr="00D919DA" w14:paraId="0D676B42" w14:textId="77777777">
        <w:tc>
          <w:tcPr>
            <w:tcW w:w="9526" w:type="dxa"/>
          </w:tcPr>
          <w:p w:rsidRPr="007907F3" w:rsidR="00680900" w:rsidP="00C065D7" w:rsidRDefault="00680900" w14:paraId="074F6F24" w14:textId="7777777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38A78C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2482DC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61204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2A55" w:rsidP="2F1F3454" w:rsidRDefault="00F22A55" w14:paraId="444EF74A" w14:textId="381AA6C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:rsidRPr="005F58F8" w:rsidR="00BD1149" w:rsidP="2F1F3454" w:rsidRDefault="00BD1149" w14:paraId="1C45E228" w14:textId="7F8FA236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Pr="2F1F3454" w:rsidR="748878A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:rsidR="00E960BB" w:rsidP="009C54AE" w:rsidRDefault="00E960BB" w14:paraId="4001DAD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223560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4CF1A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843CFC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C873D8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B50CA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Pr="009C54AE" w:rsidR="0085747A" w:rsidTr="2F1F3454" w14:paraId="64CF9A1E" w14:textId="77777777">
        <w:trPr>
          <w:gridAfter w:val="1"/>
          <w:wAfter w:w="9" w:type="dxa"/>
        </w:trPr>
        <w:tc>
          <w:tcPr>
            <w:tcW w:w="1961" w:type="dxa"/>
            <w:vAlign w:val="center"/>
          </w:tcPr>
          <w:p w:rsidRPr="009C54AE" w:rsidR="0085747A" w:rsidP="009C54AE" w:rsidRDefault="0071620A" w14:paraId="056506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:rsidRPr="009C54AE" w:rsidR="0085747A" w:rsidP="009C54AE" w:rsidRDefault="00F974DA" w14:paraId="0FC8A6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FA800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B1B6E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657E3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7925C6" w:rsidR="00AD666B" w:rsidTr="2F1F3454" w14:paraId="4F794DF9" w14:textId="77777777">
        <w:tc>
          <w:tcPr>
            <w:tcW w:w="1961" w:type="dxa"/>
          </w:tcPr>
          <w:p w:rsidRPr="007925C6" w:rsidR="00AD666B" w:rsidP="00AD666B" w:rsidRDefault="00AD666B" w14:paraId="0B585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:rsidRPr="007925C6" w:rsidR="00AD666B" w:rsidP="00AD666B" w:rsidRDefault="0084279D" w14:paraId="565D3924" w14:textId="0C8BD7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F6B4F">
              <w:rPr>
                <w:rFonts w:ascii="Corbel" w:hAnsi="Corbel"/>
                <w:sz w:val="24"/>
                <w:szCs w:val="24"/>
              </w:rPr>
              <w:t>gzamin</w:t>
            </w:r>
            <w:r>
              <w:rPr>
                <w:rFonts w:ascii="Corbel" w:hAnsi="Corbel"/>
                <w:sz w:val="24"/>
                <w:szCs w:val="24"/>
              </w:rPr>
              <w:t xml:space="preserve"> pisemny</w:t>
            </w:r>
          </w:p>
        </w:tc>
        <w:tc>
          <w:tcPr>
            <w:tcW w:w="2126" w:type="dxa"/>
            <w:gridSpan w:val="2"/>
          </w:tcPr>
          <w:p w:rsidRPr="007925C6" w:rsidR="00AD666B" w:rsidP="0072641C" w:rsidRDefault="0084279D" w14:paraId="5165F51E" w14:textId="4BB4B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bookmarkStart w:name="_GoBack" w:id="1"/>
            <w:bookmarkEnd w:id="1"/>
          </w:p>
        </w:tc>
      </w:tr>
      <w:tr w:rsidRPr="007925C6" w:rsidR="00AC41FB" w:rsidTr="2F1F3454" w14:paraId="12FD8812" w14:textId="77777777">
        <w:tc>
          <w:tcPr>
            <w:tcW w:w="1961" w:type="dxa"/>
          </w:tcPr>
          <w:p w:rsidRPr="007925C6" w:rsidR="00AC41FB" w:rsidP="00AC41FB" w:rsidRDefault="00AC41FB" w14:paraId="7BB12D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:rsidRPr="007925C6" w:rsidR="00AC41FB" w:rsidP="00AC41FB" w:rsidRDefault="00AC41FB" w14:paraId="57309A6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:rsidRPr="00AC41FB" w:rsidR="00AC41FB" w:rsidP="00AC41FB" w:rsidRDefault="00AC41FB" w14:paraId="7EA17474" w14:textId="62AB944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:rsidTr="2F1F3454" w14:paraId="46247440" w14:textId="77777777">
        <w:tc>
          <w:tcPr>
            <w:tcW w:w="1961" w:type="dxa"/>
          </w:tcPr>
          <w:p w:rsidR="00AC41FB" w:rsidP="00AC41FB" w:rsidRDefault="00AC41FB" w14:paraId="19373509" w14:textId="48FC6EF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:rsidR="00AC41FB" w:rsidP="00AC41FB" w:rsidRDefault="00AC41FB" w14:paraId="5D0B04CC" w14:textId="25541F34">
            <w:pPr>
              <w:spacing w:line="240" w:lineRule="auto"/>
            </w:pPr>
            <w:r w:rsidRPr="2F1F3454">
              <w:rPr>
                <w:rFonts w:ascii="Corbel" w:hAnsi="Corbel" w:eastAsia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hAnsi="Corbel" w:eastAsia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hAnsi="Corbel" w:eastAsia="Corbel" w:cs="Corbel"/>
                <w:sz w:val="24"/>
                <w:szCs w:val="24"/>
              </w:rPr>
              <w:t xml:space="preserve"> zajęć, praca zespołowa</w:t>
            </w:r>
            <w:r>
              <w:rPr>
                <w:rFonts w:ascii="Corbel" w:hAnsi="Corbel" w:eastAsia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:rsidRPr="00AC41FB" w:rsidR="00AC41FB" w:rsidP="00AC41FB" w:rsidRDefault="00AC41FB" w14:paraId="3AA422A0" w14:textId="17582B1D">
            <w:pPr>
              <w:spacing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Pr="007925C6" w:rsidR="00AC41FB" w:rsidTr="2F1F3454" w14:paraId="78685E6E" w14:textId="77777777">
        <w:tc>
          <w:tcPr>
            <w:tcW w:w="1961" w:type="dxa"/>
          </w:tcPr>
          <w:p w:rsidRPr="007925C6" w:rsidR="00AC41FB" w:rsidP="00AC41FB" w:rsidRDefault="00AC41FB" w14:paraId="2359CCD1" w14:textId="1C35E21A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:rsidRPr="002C46FB" w:rsidR="00AC41FB" w:rsidP="00AC41FB" w:rsidRDefault="00AC41FB" w14:paraId="4713433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:rsidRPr="00AC41FB" w:rsidR="00AC41FB" w:rsidP="00AC41FB" w:rsidRDefault="00AC41FB" w14:paraId="4905A3C3" w14:textId="7D0A3533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</w:tbl>
    <w:p w:rsidRPr="009C54AE" w:rsidR="00923D7D" w:rsidP="009C54AE" w:rsidRDefault="00923D7D" w14:paraId="56FBA6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F1E704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1DC6440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F1F3454" w14:paraId="1E97494A" w14:textId="77777777">
        <w:tc>
          <w:tcPr>
            <w:tcW w:w="9670" w:type="dxa"/>
          </w:tcPr>
          <w:p w:rsidRPr="00082B89" w:rsidR="00D7090B" w:rsidP="00D7090B" w:rsidRDefault="00D7090B" w14:paraId="46A1DA0A" w14:textId="098ED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co najmniej 51%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9C54AE" w:rsidR="00AD666B" w:rsidP="2F1F3454" w:rsidRDefault="00AD666B" w14:paraId="083AA862" w14:textId="26D4C8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D7090B">
              <w:rPr>
                <w:rFonts w:ascii="Corbel" w:hAnsi="Corbel"/>
                <w:b w:val="0"/>
                <w:smallCaps w:val="0"/>
              </w:rPr>
              <w:t xml:space="preserve">z zaliczenia ćwiczeń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Pr="2F1F3454" w:rsidR="4B8A5185">
              <w:rPr>
                <w:rFonts w:ascii="Corbel" w:hAnsi="Corbel"/>
                <w:b w:val="0"/>
                <w:smallCaps w:val="0"/>
              </w:rPr>
              <w:t>co najmniej</w:t>
            </w:r>
            <w:r w:rsidRPr="2F1F3454" w:rsidR="489110FB">
              <w:rPr>
                <w:rFonts w:ascii="Corbel" w:hAnsi="Corbel"/>
                <w:b w:val="0"/>
                <w:smallCaps w:val="0"/>
              </w:rPr>
              <w:t xml:space="preserve"> 5</w:t>
            </w:r>
            <w:r w:rsidRPr="2F1F3454" w:rsidR="09564106">
              <w:rPr>
                <w:rFonts w:ascii="Corbel" w:hAnsi="Corbel"/>
                <w:b w:val="0"/>
                <w:smallCaps w:val="0"/>
              </w:rPr>
              <w:t>1</w:t>
            </w:r>
            <w:r w:rsidRPr="2F1F3454" w:rsidR="00A260D0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Pr="2F1F3454" w:rsidR="18C48D0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:rsidRPr="009C54AE" w:rsidR="0085747A" w:rsidP="67D49436" w:rsidRDefault="3FE22BEE" w14:paraId="17349714" w14:textId="26ED2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:rsidRPr="009C54AE" w:rsidR="0085747A" w:rsidP="67D49436" w:rsidRDefault="3FE22BEE" w14:paraId="20C3F16E" w14:textId="769E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:rsidRPr="009C54AE" w:rsidR="0085747A" w:rsidP="67D49436" w:rsidRDefault="3FE22BEE" w14:paraId="190CFE63" w14:textId="5CB4D0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:rsidRPr="009C54AE" w:rsidR="0085747A" w:rsidP="67D49436" w:rsidRDefault="3FE22BEE" w14:paraId="0FCF7283" w14:textId="57186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:rsidRPr="009C54AE" w:rsidR="0085747A" w:rsidP="67D49436" w:rsidRDefault="3FE22BEE" w14:paraId="47ED58AC" w14:textId="15B42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:rsidRPr="009C54AE" w:rsidR="0085747A" w:rsidP="2F1F3454" w:rsidRDefault="3FE22BEE" w14:paraId="01C69492" w14:textId="1612F6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:rsidRPr="009C54AE" w:rsidR="0085747A" w:rsidP="2F1F3454" w:rsidRDefault="330B8407" w14:paraId="4B4A7B5A" w14:textId="3FA33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:rsidRPr="009C54AE" w:rsidR="0085747A" w:rsidP="2F1F3454" w:rsidRDefault="691605E9" w14:paraId="66974918" w14:textId="7DA41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:rsidRPr="009C54AE" w:rsidR="0085747A" w:rsidP="2F1F3454" w:rsidRDefault="691605E9" w14:paraId="7132CEAB" w14:textId="280EF4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„*” – brak wpływu na ocenę</w:t>
            </w:r>
          </w:p>
          <w:p w:rsidRPr="009C54AE" w:rsidR="0085747A" w:rsidP="2F1F3454" w:rsidRDefault="691605E9" w14:paraId="4690A8A3" w14:textId="24494338">
            <w:pPr>
              <w:spacing w:after="0"/>
              <w:jc w:val="both"/>
              <w:rPr>
                <w:rFonts w:ascii="Corbel" w:hAnsi="Corbel" w:eastAsia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:rsidRPr="009C54AE" w:rsidR="0085747A" w:rsidP="2F1F3454" w:rsidRDefault="3FE22BEE" w14:paraId="4D5A5C64" w14:textId="38597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:rsidRPr="009C54AE" w:rsidR="0085747A" w:rsidP="009C54AE" w:rsidRDefault="0085747A" w14:paraId="2CE351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7A78B4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195E1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79179F" w14:paraId="5F65BD1E" w14:textId="77777777">
        <w:tc>
          <w:tcPr>
            <w:tcW w:w="4902" w:type="dxa"/>
            <w:vAlign w:val="center"/>
          </w:tcPr>
          <w:p w:rsidRPr="009C54AE" w:rsidR="0085747A" w:rsidP="009C54AE" w:rsidRDefault="00C61DC5" w14:paraId="4E008CD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06289EEE" w14:textId="53A549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79179F" w:rsidTr="0079179F" w14:paraId="46ED0CD6" w14:textId="77777777">
        <w:tc>
          <w:tcPr>
            <w:tcW w:w="4902" w:type="dxa"/>
          </w:tcPr>
          <w:p w:rsidRPr="009C54AE" w:rsidR="0079179F" w:rsidP="0079179F" w:rsidRDefault="0079179F" w14:paraId="5D150B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79179F" w:rsidP="0079179F" w:rsidRDefault="00FA2935" w14:paraId="0B6BF044" w14:textId="3CDE5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79179F" w:rsidTr="0079179F" w14:paraId="4E2DD817" w14:textId="77777777">
        <w:tc>
          <w:tcPr>
            <w:tcW w:w="4902" w:type="dxa"/>
          </w:tcPr>
          <w:p w:rsidRPr="009C54AE" w:rsidR="0079179F" w:rsidP="0079179F" w:rsidRDefault="0079179F" w14:paraId="0F1247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9179F" w:rsidP="009324C3" w:rsidRDefault="0079179F" w14:paraId="4B3CD1B5" w14:textId="6CF390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A2935">
              <w:rPr>
                <w:rFonts w:ascii="Corbel" w:hAnsi="Corbel"/>
                <w:sz w:val="24"/>
                <w:szCs w:val="24"/>
              </w:rPr>
              <w:t>, zaliczeniu,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79179F" w:rsidP="0079179F" w:rsidRDefault="00FA2935" w14:paraId="7745DCA0" w14:textId="4F8768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79179F" w:rsidTr="0079179F" w14:paraId="57E59D5E" w14:textId="77777777">
        <w:tc>
          <w:tcPr>
            <w:tcW w:w="4902" w:type="dxa"/>
          </w:tcPr>
          <w:p w:rsidRPr="009C54AE" w:rsidR="0079179F" w:rsidP="00A270C4" w:rsidRDefault="0079179F" w14:paraId="3F56B179" w14:textId="3F3C35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="00A2678F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79179F" w:rsidP="0079179F" w:rsidRDefault="00FA2935" w14:paraId="7BE33E9A" w14:textId="7817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79179F" w:rsidTr="0079179F" w14:paraId="2DC73AD8" w14:textId="77777777">
        <w:tc>
          <w:tcPr>
            <w:tcW w:w="4902" w:type="dxa"/>
          </w:tcPr>
          <w:p w:rsidRPr="009C54AE" w:rsidR="0079179F" w:rsidP="0079179F" w:rsidRDefault="0079179F" w14:paraId="1ED310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146188" w:rsidR="0079179F" w:rsidP="0079179F" w:rsidRDefault="00FA2935" w14:paraId="221C2BC0" w14:textId="3DCB29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79179F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Pr="009C54AE" w:rsidR="0079179F" w:rsidTr="0079179F" w14:paraId="6984C269" w14:textId="77777777">
        <w:tc>
          <w:tcPr>
            <w:tcW w:w="4902" w:type="dxa"/>
          </w:tcPr>
          <w:p w:rsidRPr="009C54AE" w:rsidR="0079179F" w:rsidP="0079179F" w:rsidRDefault="0079179F" w14:paraId="4F293E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146188" w:rsidR="0079179F" w:rsidP="0079179F" w:rsidRDefault="00FA2935" w14:paraId="7C627DE5" w14:textId="70D52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252318A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E7679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215210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FA1C30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72641C" w14:paraId="2C9249A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BC456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9324C3" w:rsidRDefault="009324C3" w14:paraId="262D22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2641C" w14:paraId="30C8413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32006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9324C3" w:rsidRDefault="009324C3" w14:paraId="7E94E2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D7BBBD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EE1280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7EC96B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79179F" w:rsidTr="2F1F3454" w14:paraId="0D536122" w14:textId="77777777">
        <w:trPr>
          <w:trHeight w:val="397"/>
        </w:trPr>
        <w:tc>
          <w:tcPr>
            <w:tcW w:w="5000" w:type="pct"/>
          </w:tcPr>
          <w:p w:rsidRPr="00C30BD1" w:rsidR="0079179F" w:rsidP="0079179F" w:rsidRDefault="0079179F" w14:paraId="10407B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30BD1" w:rsidR="0079179F" w:rsidP="0079179F" w:rsidRDefault="00FA2935" w14:paraId="14CB5579" w14:textId="28CFDF4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  <w:p w:rsidRPr="00FA2935" w:rsidR="0079179F" w:rsidP="0079179F" w:rsidRDefault="0079179F" w14:paraId="579AACC4" w14:textId="2988B4C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:rsidRPr="00FA2935" w:rsidR="00FA2935" w:rsidP="00FA2935" w:rsidRDefault="00FA2935" w14:paraId="2327CABE" w14:textId="0486117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C30BD1" w:rsidR="0079179F" w:rsidP="0079179F" w:rsidRDefault="0079179F" w14:paraId="63E2C2AD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Pr="009C54AE" w:rsidR="0079179F" w:rsidTr="2F1F3454" w14:paraId="238A97D4" w14:textId="77777777">
        <w:trPr>
          <w:trHeight w:val="397"/>
        </w:trPr>
        <w:tc>
          <w:tcPr>
            <w:tcW w:w="5000" w:type="pct"/>
          </w:tcPr>
          <w:p w:rsidRPr="00C30BD1" w:rsidR="0079179F" w:rsidP="0079179F" w:rsidRDefault="0079179F" w14:paraId="52C2199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649DE" w:rsidR="0079179F" w:rsidP="2F1F3454" w:rsidRDefault="3637B2AC" w14:paraId="7B5D61B7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:rsidRPr="00A649DE" w:rsidR="00977D86" w:rsidP="2F1F3454" w:rsidRDefault="303C868E" w14:paraId="245F353D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:rsidRPr="00FA2935" w:rsidR="00FA2935" w:rsidP="2F1F3454" w:rsidRDefault="00FA2935" w14:paraId="22E51F2A" w14:textId="2EFACC0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 D., Pawłowski M., Gospodarka finansowa przedsiębiorstwa. Długoterminowe decyzje finansowe, Kraków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316AA0BE" w:rsidP="2F1F3454" w:rsidRDefault="316AA0BE" w14:paraId="5466EBC0" w14:textId="28FA3C3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:rsidRPr="00977D86" w:rsidR="00EE5C35" w:rsidP="2F1F3454" w:rsidRDefault="1AC059DC" w14:paraId="1552C635" w14:textId="325D68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Wrzosek S. (red.), Ocena efektywności inwestycji, Wydawnictwo Uniwersytetu Ekonomicznego we Wrocławiu, Wrocław 2008.</w:t>
            </w:r>
          </w:p>
        </w:tc>
      </w:tr>
    </w:tbl>
    <w:p w:rsidRPr="009C54AE" w:rsidR="0085747A" w:rsidP="009C54AE" w:rsidRDefault="0085747A" w14:paraId="16EF58D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72EF14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EEA7F0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CD9" w:rsidP="00C16ABF" w:rsidRDefault="003C4CD9" w14:paraId="39FC5CF2" w14:textId="77777777">
      <w:pPr>
        <w:spacing w:after="0" w:line="240" w:lineRule="auto"/>
      </w:pPr>
      <w:r>
        <w:separator/>
      </w:r>
    </w:p>
  </w:endnote>
  <w:endnote w:type="continuationSeparator" w:id="0">
    <w:p w:rsidR="003C4CD9" w:rsidP="00C16ABF" w:rsidRDefault="003C4CD9" w14:paraId="3FFB12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CD9" w:rsidP="00C16ABF" w:rsidRDefault="003C4CD9" w14:paraId="5A088E3B" w14:textId="77777777">
      <w:pPr>
        <w:spacing w:after="0" w:line="240" w:lineRule="auto"/>
      </w:pPr>
      <w:r>
        <w:separator/>
      </w:r>
    </w:p>
  </w:footnote>
  <w:footnote w:type="continuationSeparator" w:id="0">
    <w:p w:rsidR="003C4CD9" w:rsidP="00C16ABF" w:rsidRDefault="003C4CD9" w14:paraId="1E8411D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01A2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B4F"/>
    <w:rsid w:val="003018BA"/>
    <w:rsid w:val="0030395F"/>
    <w:rsid w:val="00305C92"/>
    <w:rsid w:val="003151C5"/>
    <w:rsid w:val="0032089F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CD9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5673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7BC4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41B5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5143B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79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252"/>
    <w:rsid w:val="009F3C5C"/>
    <w:rsid w:val="009F4610"/>
    <w:rsid w:val="00A00ECC"/>
    <w:rsid w:val="00A155EE"/>
    <w:rsid w:val="00A2245B"/>
    <w:rsid w:val="00A260D0"/>
    <w:rsid w:val="00A2678F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76AEA"/>
    <w:rsid w:val="00A84C85"/>
    <w:rsid w:val="00A97DE1"/>
    <w:rsid w:val="00AB053C"/>
    <w:rsid w:val="00AC41FB"/>
    <w:rsid w:val="00AD1146"/>
    <w:rsid w:val="00AD27D3"/>
    <w:rsid w:val="00AD666B"/>
    <w:rsid w:val="00AD66D6"/>
    <w:rsid w:val="00AE1160"/>
    <w:rsid w:val="00AE203C"/>
    <w:rsid w:val="00AE2E74"/>
    <w:rsid w:val="00AE5FCB"/>
    <w:rsid w:val="00AF0D5C"/>
    <w:rsid w:val="00AF2C1E"/>
    <w:rsid w:val="00AF61A8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090B"/>
    <w:rsid w:val="00D74119"/>
    <w:rsid w:val="00D8075B"/>
    <w:rsid w:val="00D8678B"/>
    <w:rsid w:val="00D919DA"/>
    <w:rsid w:val="00DA2114"/>
    <w:rsid w:val="00DA5009"/>
    <w:rsid w:val="00DA6057"/>
    <w:rsid w:val="00DC6D0C"/>
    <w:rsid w:val="00DE09C0"/>
    <w:rsid w:val="00DE24D5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2A55"/>
    <w:rsid w:val="00F27A7B"/>
    <w:rsid w:val="00F34AB0"/>
    <w:rsid w:val="00F526AF"/>
    <w:rsid w:val="00F617C3"/>
    <w:rsid w:val="00F62537"/>
    <w:rsid w:val="00F7066B"/>
    <w:rsid w:val="00F83B28"/>
    <w:rsid w:val="00F974DA"/>
    <w:rsid w:val="00FA2935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A270C4"/>
  </w:style>
  <w:style w:type="character" w:styleId="spellingerror" w:customStyle="1">
    <w:name w:val="spellingerror"/>
    <w:basedOn w:val="Domylnaczcionkaakapitu"/>
    <w:rsid w:val="00A270C4"/>
  </w:style>
  <w:style w:type="character" w:styleId="eop" w:customStyle="1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794022-2359-45C7-9324-3E43A1AB5A1C}"/>
</file>

<file path=customXml/itemProps4.xml><?xml version="1.0" encoding="utf-8"?>
<ds:datastoreItem xmlns:ds="http://schemas.openxmlformats.org/officeDocument/2006/customXml" ds:itemID="{6E1D8BA2-DFA3-400C-844C-B0EF680C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1067</Words>
  <Characters>6493</Characters>
  <Application>Microsoft Office Word</Application>
  <DocSecurity>0</DocSecurity>
  <Lines>202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autor</cp:lastModifiedBy>
  <cp:revision>2</cp:revision>
  <cp:lastPrinted>2019-02-06T12:12:00Z</cp:lastPrinted>
  <dcterms:created xsi:type="dcterms:W3CDTF">2022-05-27T07:19:00Z</dcterms:created>
  <dcterms:modified xsi:type="dcterms:W3CDTF">2022-05-27T07:19:00Z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